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717" w:rsidRPr="00FA6E4E" w:rsidRDefault="00A60D06" w:rsidP="00FA6E4E">
      <w:pPr>
        <w:pStyle w:val="Heading110"/>
        <w:keepNext/>
        <w:keepLines/>
        <w:shd w:val="clear" w:color="auto" w:fill="auto"/>
        <w:spacing w:after="0" w:line="240" w:lineRule="auto"/>
        <w:ind w:right="198"/>
        <w:jc w:val="left"/>
        <w:rPr>
          <w:b w:val="0"/>
          <w:sz w:val="6"/>
        </w:rPr>
      </w:pPr>
      <w:bookmarkStart w:id="0" w:name="bookmark0"/>
      <w:r>
        <w:rPr>
          <w:noProof/>
          <w:lang w:val="en-GB" w:eastAsia="en-GB" w:bidi="ar-SA"/>
        </w:rPr>
        <w:drawing>
          <wp:anchor distT="0" distB="0" distL="63500" distR="164465" simplePos="0" relativeHeight="251657728" behindDoc="1" locked="0" layoutInCell="1" allowOverlap="1" wp14:anchorId="307D786B" wp14:editId="58817F5B">
            <wp:simplePos x="0" y="0"/>
            <wp:positionH relativeFrom="margin">
              <wp:posOffset>21921</wp:posOffset>
            </wp:positionH>
            <wp:positionV relativeFrom="paragraph">
              <wp:posOffset>387681</wp:posOffset>
            </wp:positionV>
            <wp:extent cx="1609090" cy="883920"/>
            <wp:effectExtent l="0" t="0" r="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noProof/>
          <w:sz w:val="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7AFFA1C4" wp14:editId="3BEDE8FE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717" w:rsidRPr="00260E65" w:rsidRDefault="005F77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style="position:absolute;margin-left:533pt;margin-top:793.8pt;width:51pt;height:31.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5F7717" w:rsidRDefault="005F7717">
                      <w:pPr>
                        <w:jc w:val="center"/>
                        <w:rPr>
                          <w:b/>
                          <w:bCs/>
                          <w:sz w:val="48"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sz w:val="48"/>
                          <w:rFonts w:ascii="Arial" w:hAnsi="Arial"/>
                        </w:rPr>
                        <w:t xml:space="preserve">MT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D1F4E" w:rsidRPr="00FA6E4E" w:rsidRDefault="00C87E7D" w:rsidP="00FA6E4E">
      <w:pPr>
        <w:pStyle w:val="Heading110"/>
        <w:keepNext/>
        <w:keepLines/>
        <w:shd w:val="clear" w:color="auto" w:fill="auto"/>
        <w:ind w:right="200"/>
      </w:pPr>
      <w:r>
        <w:t xml:space="preserve">Simulazzjoni tal-Azzjoni </w:t>
      </w:r>
      <w:proofErr w:type="spellStart"/>
      <w:r>
        <w:t>Klimatika</w:t>
      </w:r>
      <w:proofErr w:type="spellEnd"/>
      <w:r>
        <w:t>: Nazzjonijiet li qed Jiżviluppaw</w:t>
      </w:r>
      <w:bookmarkEnd w:id="0"/>
    </w:p>
    <w:p w:rsidR="007D1F4E" w:rsidRPr="00FA6E4E" w:rsidRDefault="00C87E7D" w:rsidP="00FA6E4E">
      <w:pPr>
        <w:pStyle w:val="Bodytext30"/>
        <w:shd w:val="clear" w:color="auto" w:fill="auto"/>
        <w:tabs>
          <w:tab w:val="left" w:pos="994"/>
        </w:tabs>
        <w:spacing w:before="0" w:after="120"/>
        <w:ind w:left="400"/>
      </w:pPr>
      <w:r>
        <w:t>Lil:</w:t>
      </w:r>
      <w:r>
        <w:tab/>
        <w:t xml:space="preserve">Kapijiet Negozjaturi għan-Nazzjonijiet li qed </w:t>
      </w:r>
      <w:r w:rsidR="00926E91">
        <w:rPr>
          <w:lang w:val="en-US"/>
        </w:rPr>
        <w:tab/>
      </w:r>
      <w:r>
        <w:t>Jiżviluppaw</w:t>
      </w:r>
    </w:p>
    <w:p w:rsidR="007D1F4E" w:rsidRPr="00FA6E4E" w:rsidRDefault="00C87E7D" w:rsidP="00FA6E4E">
      <w:pPr>
        <w:pStyle w:val="Bodytext20"/>
        <w:shd w:val="clear" w:color="auto" w:fill="auto"/>
        <w:ind w:left="3828" w:firstLine="0"/>
        <w:jc w:val="both"/>
      </w:pPr>
      <w:r>
        <w:t>(Aktar minn 100 nazzjon: ix-Xlokk tal-Asja, il-parti l-kbira tan-nazzjonijiet tal-Amerika Ċentrali u t'Isfel, il-parti l-kbira tan-nazzjonijiet Afrikani, in-nazzjonijiet ta' gżejjer żgħar u l-parti l-kbira tal-Lvant Nofsani)</w:t>
      </w:r>
    </w:p>
    <w:p w:rsidR="007D1F4E" w:rsidRPr="00FA6E4E" w:rsidRDefault="00926E91" w:rsidP="00926E91">
      <w:pPr>
        <w:pStyle w:val="Bodytext30"/>
        <w:shd w:val="clear" w:color="auto" w:fill="auto"/>
        <w:tabs>
          <w:tab w:val="left" w:pos="994"/>
        </w:tabs>
        <w:spacing w:before="0" w:after="120"/>
        <w:ind w:left="400" w:firstLine="2435"/>
      </w:pPr>
      <w:r>
        <w:t xml:space="preserve">Suġġett: </w:t>
      </w:r>
      <w:r>
        <w:rPr>
          <w:lang w:val="en-US"/>
        </w:rPr>
        <w:t xml:space="preserve">  </w:t>
      </w:r>
      <w:r w:rsidR="00C87E7D">
        <w:t xml:space="preserve">Tħejjija </w:t>
      </w:r>
      <w:proofErr w:type="spellStart"/>
      <w:r w:rsidR="00C87E7D">
        <w:t>għas-Summit</w:t>
      </w:r>
      <w:proofErr w:type="spellEnd"/>
      <w:r w:rsidR="00C87E7D">
        <w:t xml:space="preserve"> dwar l-Azzjoni </w:t>
      </w:r>
      <w:proofErr w:type="spellStart"/>
      <w:r w:rsidR="00C87E7D">
        <w:t>Klimatika</w:t>
      </w:r>
      <w:proofErr w:type="spellEnd"/>
    </w:p>
    <w:p w:rsidR="0063415F" w:rsidRDefault="0063415F" w:rsidP="00FA6E4E">
      <w:pPr>
        <w:pStyle w:val="Bodytext20"/>
        <w:shd w:val="clear" w:color="auto" w:fill="auto"/>
        <w:ind w:firstLine="0"/>
        <w:jc w:val="both"/>
      </w:pPr>
      <w:r>
        <w:t>Merħba fis-</w:t>
      </w:r>
      <w:proofErr w:type="spellStart"/>
      <w:r>
        <w:t>Summit</w:t>
      </w:r>
      <w:proofErr w:type="spellEnd"/>
      <w:r>
        <w:t xml:space="preserve"> dwar l-Azzjoni </w:t>
      </w:r>
      <w:proofErr w:type="spellStart"/>
      <w:r>
        <w:t>Klimatika</w:t>
      </w:r>
      <w:proofErr w:type="spellEnd"/>
      <w:r>
        <w:t xml:space="preserve">. Flimkien mal-mexxejja tal-partijiet interessati kollha rilevanti, intom ġejtu mistiedna mis-Segretarju Ġenerali </w:t>
      </w:r>
      <w:proofErr w:type="spellStart"/>
      <w:r>
        <w:t>tan</w:t>
      </w:r>
      <w:proofErr w:type="spellEnd"/>
      <w:r>
        <w:t xml:space="preserve">-NU biex taħdmu flimkien bil-għan li </w:t>
      </w:r>
      <w:proofErr w:type="spellStart"/>
      <w:r>
        <w:t>tindirizzaw</w:t>
      </w:r>
      <w:proofErr w:type="spellEnd"/>
      <w:r>
        <w:t xml:space="preserve"> b'suċċess it-tibdil fil-klima. Fl-istedina, is-Segretarju Ġenerali </w:t>
      </w:r>
      <w:proofErr w:type="spellStart"/>
      <w:r>
        <w:rPr>
          <w:color w:val="0000FF"/>
          <w:u w:val="single"/>
        </w:rPr>
        <w:t>nnota</w:t>
      </w:r>
      <w:proofErr w:type="spellEnd"/>
      <w:r>
        <w:rPr>
          <w:color w:val="0000FF"/>
          <w:u w:val="single"/>
        </w:rPr>
        <w:t xml:space="preserve"> </w:t>
      </w:r>
      <w:r>
        <w:t xml:space="preserve">li: "L-emerġenza </w:t>
      </w:r>
      <w:proofErr w:type="spellStart"/>
      <w:r>
        <w:t>klimatika</w:t>
      </w:r>
      <w:proofErr w:type="spellEnd"/>
      <w:r>
        <w:t xml:space="preserve"> hija tellieqa li qed nitilfu, iżda hija tellieqa li nistgħu nirbħu...L-aqwa xjenza...tgħidilna li kwalunkwe żieda fit-temperatura 'il fuq minn 1.5°C se tirriżulta fi ħsara kbira u </w:t>
      </w:r>
      <w:proofErr w:type="spellStart"/>
      <w:r>
        <w:t>irriversibbli</w:t>
      </w:r>
      <w:proofErr w:type="spellEnd"/>
      <w:r>
        <w:t xml:space="preserve"> lill-ekosistemi li </w:t>
      </w:r>
      <w:proofErr w:type="spellStart"/>
      <w:r>
        <w:t>jsostnuna</w:t>
      </w:r>
      <w:proofErr w:type="spellEnd"/>
      <w:r>
        <w:t xml:space="preserve">... Iżda x-xjenza tgħidilna wkoll li għadu mhux tard wisq. Jista' jirnexxielna... Iżda biex nagħmlu dan se </w:t>
      </w:r>
      <w:proofErr w:type="spellStart"/>
      <w:r>
        <w:t>jirrikjedihija</w:t>
      </w:r>
      <w:proofErr w:type="spellEnd"/>
      <w:r>
        <w:t xml:space="preserve"> meħtieġa </w:t>
      </w:r>
      <w:proofErr w:type="spellStart"/>
      <w:r>
        <w:t>trasformazzjonijiet</w:t>
      </w:r>
      <w:proofErr w:type="spellEnd"/>
      <w:r>
        <w:t xml:space="preserve"> fundamentali f'kull l-aspetti kollha  tas-soċjetà, kif aħna nkabbru l-ikel, kif </w:t>
      </w:r>
      <w:proofErr w:type="spellStart"/>
      <w:r>
        <w:t>nużaw</w:t>
      </w:r>
      <w:proofErr w:type="spellEnd"/>
      <w:r>
        <w:t xml:space="preserve"> l-art, xi </w:t>
      </w:r>
      <w:proofErr w:type="spellStart"/>
      <w:r>
        <w:t>fjuwil</w:t>
      </w:r>
      <w:proofErr w:type="spellEnd"/>
      <w:r>
        <w:t xml:space="preserve"> </w:t>
      </w:r>
      <w:proofErr w:type="spellStart"/>
      <w:r>
        <w:t>nużaw</w:t>
      </w:r>
      <w:proofErr w:type="spellEnd"/>
      <w:r>
        <w:t xml:space="preserve"> </w:t>
      </w:r>
      <w:proofErr w:type="spellStart"/>
      <w:r>
        <w:t>għatinħaddmu</w:t>
      </w:r>
      <w:proofErr w:type="spellEnd"/>
      <w:r>
        <w:t xml:space="preserve"> t-trasport tagħna u kif immexxu l-ekonomiji tagħna ... Jekk </w:t>
      </w:r>
      <w:proofErr w:type="spellStart"/>
      <w:r>
        <w:t>naġixxu</w:t>
      </w:r>
      <w:proofErr w:type="spellEnd"/>
      <w:r>
        <w:t xml:space="preserve"> flimkien, mhu se nħallu lil ħadd jitħalla jibqa' lura."</w:t>
      </w:r>
    </w:p>
    <w:p w:rsidR="007D1F4E" w:rsidRPr="00FA6E4E" w:rsidRDefault="0063415F" w:rsidP="00FA6E4E">
      <w:pPr>
        <w:pStyle w:val="Bodytext20"/>
        <w:shd w:val="clear" w:color="auto" w:fill="auto"/>
        <w:ind w:firstLine="0"/>
        <w:jc w:val="both"/>
      </w:pPr>
      <w:r>
        <w:t xml:space="preserve">L-għan </w:t>
      </w:r>
      <w:proofErr w:type="spellStart"/>
      <w:r>
        <w:t>tas-summit</w:t>
      </w:r>
      <w:proofErr w:type="spellEnd"/>
      <w:r>
        <w:t xml:space="preserve"> huwa li jinħoloq pjan sabiex </w:t>
      </w:r>
      <w:proofErr w:type="spellStart"/>
      <w:r>
        <w:t>it-tisħin</w:t>
      </w:r>
      <w:proofErr w:type="spellEnd"/>
      <w:r>
        <w:t xml:space="preserve"> globali jiġi limitat għal inqas minn 2°C [3.6°F] 'il fuq mil-livelli </w:t>
      </w:r>
      <w:proofErr w:type="spellStart"/>
      <w:r>
        <w:t>preindustrijali</w:t>
      </w:r>
      <w:proofErr w:type="spellEnd"/>
      <w:r>
        <w:t xml:space="preserve"> u li jsiru sforzi sabiex jinkiseb 1.5°C [2.7°F], il-miri internazzjonali rikonoxxuti formalment fil-Ftehim ta' Pariġi dwar il-Klima. L-</w:t>
      </w:r>
      <w:r>
        <w:rPr>
          <w:color w:val="0000FF"/>
          <w:u w:val="single"/>
        </w:rPr>
        <w:t>evidenza xjentifika</w:t>
      </w:r>
      <w:r>
        <w:t xml:space="preserve"> hija ċara: </w:t>
      </w:r>
      <w:proofErr w:type="spellStart"/>
      <w:r>
        <w:t>it-tisħin</w:t>
      </w:r>
      <w:proofErr w:type="spellEnd"/>
      <w:r>
        <w:t xml:space="preserve"> 'il fuq minn dan il-livell se jirriżulta </w:t>
      </w:r>
      <w:proofErr w:type="spellStart"/>
      <w:r>
        <w:t>f'impatti</w:t>
      </w:r>
      <w:proofErr w:type="spellEnd"/>
      <w:r>
        <w:t xml:space="preserve"> katastrofiċi u </w:t>
      </w:r>
      <w:proofErr w:type="spellStart"/>
      <w:r>
        <w:t>irreversibbli</w:t>
      </w:r>
      <w:proofErr w:type="spellEnd"/>
      <w:r>
        <w:t xml:space="preserve"> li jheddu s-saħħa, il-</w:t>
      </w:r>
      <w:proofErr w:type="spellStart"/>
      <w:r>
        <w:t>prosperità</w:t>
      </w:r>
      <w:proofErr w:type="spellEnd"/>
      <w:r>
        <w:t xml:space="preserve"> u l-ħajja tan-nies fin-nazzjonijiet kollha.</w:t>
      </w:r>
    </w:p>
    <w:p w:rsidR="007D1F4E" w:rsidRPr="00FA6E4E" w:rsidRDefault="00C87E7D" w:rsidP="00FA6E4E">
      <w:pPr>
        <w:pStyle w:val="Bodytext20"/>
        <w:shd w:val="clear" w:color="auto" w:fill="auto"/>
        <w:ind w:firstLine="0"/>
        <w:jc w:val="both"/>
      </w:pPr>
      <w:r>
        <w:t xml:space="preserve">Intom </w:t>
      </w:r>
      <w:proofErr w:type="spellStart"/>
      <w:r>
        <w:t>tirrappreżentaw</w:t>
      </w:r>
      <w:proofErr w:type="spellEnd"/>
      <w:r>
        <w:t xml:space="preserve"> in-nazzjonijiet l-anqas żviluppati tad-dinja. Il-popolazzjoni </w:t>
      </w:r>
      <w:proofErr w:type="spellStart"/>
      <w:r>
        <w:t>kkombinata</w:t>
      </w:r>
      <w:proofErr w:type="spellEnd"/>
      <w:r>
        <w:t xml:space="preserve"> tan-nazzjonijiet tagħkom hija ta' madwar 2.9 biljun, madwar 38 % tas-7.7 biljun persuna fid-dinja, u qed tikber b'mod mgħaġġel. Madankollu, b'mod kollettiv, in-nazzjonijiet tagħkom jiġġeneraw madwar 16 % biss tal-</w:t>
      </w:r>
      <w:proofErr w:type="spellStart"/>
      <w:r>
        <w:t>output</w:t>
      </w:r>
      <w:proofErr w:type="spellEnd"/>
      <w:r>
        <w:t xml:space="preserve"> ekonomiku dinji, b'livell aktar baxx tal-PDG (Prodott Domestiku </w:t>
      </w:r>
      <w:proofErr w:type="spellStart"/>
      <w:r>
        <w:t>Gross</w:t>
      </w:r>
      <w:proofErr w:type="spellEnd"/>
      <w:r>
        <w:t xml:space="preserve">) </w:t>
      </w:r>
      <w:r>
        <w:rPr>
          <w:i/>
          <w:iCs/>
        </w:rPr>
        <w:t xml:space="preserve">per </w:t>
      </w:r>
      <w:proofErr w:type="spellStart"/>
      <w:r>
        <w:rPr>
          <w:i/>
          <w:iCs/>
        </w:rPr>
        <w:t>capita</w:t>
      </w:r>
      <w:proofErr w:type="spellEnd"/>
      <w:r>
        <w:t xml:space="preserve"> u b'livell ta' faqar ħafna ogħla minn dak tan-nazzjonijiet żviluppati.</w:t>
      </w:r>
    </w:p>
    <w:p w:rsidR="007D1F4E" w:rsidRPr="00FA6E4E" w:rsidRDefault="00C87E7D" w:rsidP="00FA6E4E">
      <w:pPr>
        <w:pStyle w:val="Bodytext20"/>
        <w:shd w:val="clear" w:color="auto" w:fill="auto"/>
        <w:spacing w:line="244" w:lineRule="exact"/>
        <w:ind w:left="400"/>
        <w:jc w:val="both"/>
      </w:pPr>
      <w:r>
        <w:t xml:space="preserve">Il-prijoritajiet tal-politika tagħkom huma elenkati </w:t>
      </w:r>
      <w:proofErr w:type="spellStart"/>
      <w:r>
        <w:t>ħawn</w:t>
      </w:r>
      <w:proofErr w:type="spellEnd"/>
      <w:r>
        <w:t xml:space="preserve"> taħt. Madankollu, intom tistgħu </w:t>
      </w:r>
      <w:proofErr w:type="spellStart"/>
      <w:r>
        <w:t>tipproponu</w:t>
      </w:r>
      <w:proofErr w:type="spellEnd"/>
      <w:r>
        <w:t xml:space="preserve"> jew </w:t>
      </w:r>
      <w:proofErr w:type="spellStart"/>
      <w:r>
        <w:t>timblokkaw</w:t>
      </w:r>
      <w:proofErr w:type="spellEnd"/>
      <w:r>
        <w:t xml:space="preserve"> kwalunkwe politika disponibbli.</w:t>
      </w:r>
    </w:p>
    <w:p w:rsidR="007D1F4E" w:rsidRPr="00FA6E4E" w:rsidRDefault="00C87E7D" w:rsidP="00FA6E4E">
      <w:pPr>
        <w:pStyle w:val="Bodytext30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/>
        <w:ind w:left="400"/>
      </w:pPr>
      <w:proofErr w:type="spellStart"/>
      <w:r>
        <w:t>Issussidjaw</w:t>
      </w:r>
      <w:proofErr w:type="spellEnd"/>
      <w:r>
        <w:t xml:space="preserve"> l-enerġija rinnovabbli (pereżempju l-enerġija solari, </w:t>
      </w:r>
      <w:proofErr w:type="spellStart"/>
      <w:r>
        <w:t>eolika</w:t>
      </w:r>
      <w:proofErr w:type="spellEnd"/>
      <w:r>
        <w:t xml:space="preserve">, </w:t>
      </w:r>
      <w:proofErr w:type="spellStart"/>
      <w:r>
        <w:t>ġeotermali</w:t>
      </w:r>
      <w:proofErr w:type="spellEnd"/>
      <w:r>
        <w:t>, l-</w:t>
      </w:r>
      <w:proofErr w:type="spellStart"/>
      <w:r>
        <w:t>idroenerġija</w:t>
      </w:r>
      <w:proofErr w:type="spellEnd"/>
      <w:r>
        <w:t>, u l-</w:t>
      </w:r>
      <w:proofErr w:type="spellStart"/>
      <w:r>
        <w:t>ħżin</w:t>
      </w:r>
      <w:proofErr w:type="spellEnd"/>
      <w:r>
        <w:t>).</w:t>
      </w:r>
    </w:p>
    <w:p w:rsidR="007D1F4E" w:rsidRPr="00FA6E4E" w:rsidRDefault="00C87E7D" w:rsidP="00FA6E4E">
      <w:pPr>
        <w:pStyle w:val="Bodytext20"/>
        <w:shd w:val="clear" w:color="auto" w:fill="auto"/>
        <w:ind w:left="400" w:firstLine="0"/>
        <w:jc w:val="both"/>
      </w:pPr>
      <w:r>
        <w:rPr>
          <w:rStyle w:val="Bodytext23"/>
        </w:rPr>
        <w:t xml:space="preserve">L-industrija tal-enerġija rinnovabbli qed tikber b'mod mgħaġġel, iżda għadha tikkostitwixxi inqas minn 5 % tal-provvista tal-enerġija tad-dinja. Is-sussidji se jgħinu lil dawn l-industriji jikbru, jiġġeneraw l-impjiegi fin-nazzjonijiet tagħkom (jekk tistgħu </w:t>
      </w:r>
      <w:proofErr w:type="spellStart"/>
      <w:r>
        <w:rPr>
          <w:rStyle w:val="Bodytext23"/>
        </w:rPr>
        <w:t>tissupersaw</w:t>
      </w:r>
      <w:proofErr w:type="spellEnd"/>
      <w:r>
        <w:rPr>
          <w:rStyle w:val="Bodytext23"/>
        </w:rPr>
        <w:t xml:space="preserve"> it-titjib fit-teknoloġiji </w:t>
      </w:r>
      <w:proofErr w:type="spellStart"/>
      <w:r>
        <w:rPr>
          <w:rStyle w:val="Bodytext23"/>
        </w:rPr>
        <w:t>eoliċi</w:t>
      </w:r>
      <w:proofErr w:type="spellEnd"/>
      <w:r>
        <w:rPr>
          <w:rStyle w:val="Bodytext23"/>
        </w:rPr>
        <w:t>, solari u tal-batteriji fin-nazzjonijiet żviluppati). Il-</w:t>
      </w:r>
      <w:proofErr w:type="spellStart"/>
      <w:r>
        <w:rPr>
          <w:rStyle w:val="Bodytext23"/>
        </w:rPr>
        <w:t>ħżin</w:t>
      </w:r>
      <w:proofErr w:type="spellEnd"/>
      <w:r>
        <w:rPr>
          <w:rStyle w:val="Bodytext23"/>
        </w:rPr>
        <w:t xml:space="preserve"> (pereżempju l-batteriji, il-</w:t>
      </w:r>
      <w:proofErr w:type="spellStart"/>
      <w:r>
        <w:rPr>
          <w:rStyle w:val="Bodytext23"/>
        </w:rPr>
        <w:t>ħżin</w:t>
      </w:r>
      <w:proofErr w:type="spellEnd"/>
      <w:r>
        <w:rPr>
          <w:rStyle w:val="Bodytext23"/>
        </w:rPr>
        <w:t xml:space="preserve"> termali, </w:t>
      </w:r>
      <w:proofErr w:type="spellStart"/>
      <w:r>
        <w:rPr>
          <w:rStyle w:val="Bodytext23"/>
        </w:rPr>
        <w:t>ħżin</w:t>
      </w:r>
      <w:proofErr w:type="spellEnd"/>
      <w:r>
        <w:rPr>
          <w:rStyle w:val="Bodytext23"/>
        </w:rPr>
        <w:t xml:space="preserve"> bl-ilma ppumpjat) u </w:t>
      </w:r>
      <w:proofErr w:type="spellStart"/>
      <w:r>
        <w:rPr>
          <w:rStyle w:val="Bodytext23"/>
        </w:rPr>
        <w:t>l-ġestjoni</w:t>
      </w:r>
      <w:proofErr w:type="spellEnd"/>
      <w:r>
        <w:rPr>
          <w:rStyle w:val="Bodytext23"/>
        </w:rPr>
        <w:t xml:space="preserve"> tad-domanda dinamika għall-enerġija elettrika jippermettu li sorsi varjabbli tal-enerġija rinnovabbli bħall-enerġija </w:t>
      </w:r>
      <w:proofErr w:type="spellStart"/>
      <w:r>
        <w:rPr>
          <w:rStyle w:val="Bodytext23"/>
        </w:rPr>
        <w:t>eolika</w:t>
      </w:r>
      <w:proofErr w:type="spellEnd"/>
      <w:r>
        <w:rPr>
          <w:rStyle w:val="Bodytext23"/>
        </w:rPr>
        <w:t xml:space="preserve"> u solari jiġu integrati fis-sistema tal-enerġija filwaqt li jipprovdu enerġija elettrika l-ħin kollu. Is-sussidji għas-sorsi ta' enerġija rinnovabbli, li jitħallsu min-nazzjonijiet żviluppati u li qed </w:t>
      </w:r>
      <w:proofErr w:type="spellStart"/>
      <w:r>
        <w:rPr>
          <w:rStyle w:val="Bodytext23"/>
        </w:rPr>
        <w:t>jitfaċċaw</w:t>
      </w:r>
      <w:proofErr w:type="spellEnd"/>
      <w:r>
        <w:rPr>
          <w:rStyle w:val="Bodytext23"/>
        </w:rPr>
        <w:t xml:space="preserve"> b'mod mgħaġġel </w:t>
      </w:r>
      <w:proofErr w:type="spellStart"/>
      <w:r>
        <w:rPr>
          <w:rStyle w:val="Bodytext23"/>
        </w:rPr>
        <w:t>bħaċ</w:t>
      </w:r>
      <w:proofErr w:type="spellEnd"/>
      <w:r>
        <w:rPr>
          <w:rStyle w:val="Bodytext23"/>
        </w:rPr>
        <w:t xml:space="preserve">-Ċina, jagħmlu dawn is-sorsi ta' enerġija ferm orħos għan-nazzjonijiet tagħkom u </w:t>
      </w:r>
      <w:proofErr w:type="spellStart"/>
      <w:r>
        <w:rPr>
          <w:rStyle w:val="Bodytext23"/>
        </w:rPr>
        <w:t>jaċċelleraw</w:t>
      </w:r>
      <w:proofErr w:type="spellEnd"/>
      <w:r>
        <w:rPr>
          <w:rStyle w:val="Bodytext23"/>
        </w:rPr>
        <w:t xml:space="preserve"> l-iżvilupp ekonomiku.</w:t>
      </w:r>
    </w:p>
    <w:p w:rsidR="007D1F4E" w:rsidRPr="00FA6E4E" w:rsidRDefault="00A067A5" w:rsidP="002558F5">
      <w:pPr>
        <w:pStyle w:val="Bodytext3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/>
        <w:ind w:left="403" w:hanging="403"/>
        <w:rPr>
          <w:b w:val="0"/>
        </w:rPr>
      </w:pPr>
      <w:r>
        <w:lastRenderedPageBreak/>
        <w:t>Naqqsu l-emissjonijiet tal-</w:t>
      </w:r>
      <w:proofErr w:type="spellStart"/>
      <w:r>
        <w:t>metan</w:t>
      </w:r>
      <w:proofErr w:type="spellEnd"/>
      <w:r>
        <w:t>, tal-</w:t>
      </w:r>
      <w:proofErr w:type="spellStart"/>
      <w:r>
        <w:t>ossidu</w:t>
      </w:r>
      <w:proofErr w:type="spellEnd"/>
      <w:r>
        <w:t xml:space="preserve"> </w:t>
      </w:r>
      <w:proofErr w:type="spellStart"/>
      <w:r>
        <w:t>nitruż</w:t>
      </w:r>
      <w:proofErr w:type="spellEnd"/>
      <w:r>
        <w:t>, u ta' gassijiet serra oħra.</w:t>
      </w:r>
      <w:r>
        <w:rPr>
          <w:b w:val="0"/>
        </w:rPr>
        <w:t xml:space="preserve"> Is-CO</w:t>
      </w:r>
      <w:r>
        <w:rPr>
          <w:b w:val="0"/>
          <w:vertAlign w:val="subscript"/>
        </w:rPr>
        <w:t>2</w:t>
      </w:r>
      <w:r>
        <w:rPr>
          <w:b w:val="0"/>
        </w:rPr>
        <w:t xml:space="preserve"> huwa l-aktar gass serra prominenti iżda gassijiet oħra jikkawżaw madwar 25 % tat-</w:t>
      </w:r>
      <w:proofErr w:type="spellStart"/>
      <w:r>
        <w:rPr>
          <w:b w:val="0"/>
        </w:rPr>
        <w:t>tisħin</w:t>
      </w:r>
      <w:proofErr w:type="spellEnd"/>
      <w:r>
        <w:rPr>
          <w:b w:val="0"/>
        </w:rPr>
        <w:t xml:space="preserve"> globali. Dawn jinkludu l-</w:t>
      </w:r>
      <w:proofErr w:type="spellStart"/>
      <w:r>
        <w:rPr>
          <w:b w:val="0"/>
        </w:rPr>
        <w:t>metan</w:t>
      </w:r>
      <w:proofErr w:type="spellEnd"/>
      <w:r>
        <w:rPr>
          <w:b w:val="0"/>
        </w:rPr>
        <w:t xml:space="preserve"> (CH</w:t>
      </w:r>
      <w:r>
        <w:rPr>
          <w:b w:val="0"/>
          <w:vertAlign w:val="subscript"/>
        </w:rPr>
        <w:t>4</w:t>
      </w:r>
      <w:r>
        <w:rPr>
          <w:b w:val="0"/>
        </w:rPr>
        <w:t>), l-</w:t>
      </w:r>
      <w:proofErr w:type="spellStart"/>
      <w:r>
        <w:rPr>
          <w:b w:val="0"/>
        </w:rPr>
        <w:t>ossidu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nitruż</w:t>
      </w:r>
      <w:proofErr w:type="spellEnd"/>
      <w:r>
        <w:rPr>
          <w:b w:val="0"/>
        </w:rPr>
        <w:t xml:space="preserve"> (N</w:t>
      </w:r>
      <w:r>
        <w:rPr>
          <w:b w:val="0"/>
          <w:vertAlign w:val="subscript"/>
        </w:rPr>
        <w:t>2</w:t>
      </w:r>
      <w:r>
        <w:rPr>
          <w:b w:val="0"/>
        </w:rPr>
        <w:t xml:space="preserve">O), u firxa wiesgħa ta' </w:t>
      </w:r>
      <w:proofErr w:type="spellStart"/>
      <w:r>
        <w:rPr>
          <w:b w:val="0"/>
        </w:rPr>
        <w:t>klorofluworokarburi</w:t>
      </w:r>
      <w:proofErr w:type="spellEnd"/>
      <w:r>
        <w:rPr>
          <w:b w:val="0"/>
        </w:rPr>
        <w:t xml:space="preserve"> u komposti oħra </w:t>
      </w:r>
      <w:proofErr w:type="spellStart"/>
      <w:r>
        <w:rPr>
          <w:b w:val="0"/>
        </w:rPr>
        <w:t>fluworurati</w:t>
      </w:r>
      <w:proofErr w:type="spellEnd"/>
      <w:r>
        <w:rPr>
          <w:b w:val="0"/>
        </w:rPr>
        <w:t xml:space="preserve"> (l-hekk imsejħa gassijiet F). </w:t>
      </w:r>
      <w:proofErr w:type="spellStart"/>
      <w:r>
        <w:rPr>
          <w:b w:val="0"/>
        </w:rPr>
        <w:t>Molekula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gb'molekula</w:t>
      </w:r>
      <w:proofErr w:type="spellEnd"/>
      <w:r>
        <w:rPr>
          <w:b w:val="0"/>
        </w:rPr>
        <w:t>, il-maġġoranza tal-gassijiet mhux tas-CO</w:t>
      </w:r>
      <w:r>
        <w:rPr>
          <w:b w:val="0"/>
          <w:vertAlign w:val="subscript"/>
        </w:rPr>
        <w:t>2</w:t>
      </w:r>
      <w:r>
        <w:rPr>
          <w:b w:val="0"/>
        </w:rPr>
        <w:t xml:space="preserve"> se jikkontribwixxu għaxar darbiet, mitt darba jew saħa</w:t>
      </w:r>
      <w:bookmarkStart w:id="1" w:name="_GoBack"/>
      <w:bookmarkEnd w:id="1"/>
      <w:r>
        <w:rPr>
          <w:b w:val="0"/>
        </w:rPr>
        <w:t>nsitra elf darba aktar għat-</w:t>
      </w:r>
      <w:proofErr w:type="spellStart"/>
      <w:r>
        <w:rPr>
          <w:b w:val="0"/>
        </w:rPr>
        <w:t>tisħin</w:t>
      </w:r>
      <w:proofErr w:type="spellEnd"/>
      <w:r>
        <w:rPr>
          <w:b w:val="0"/>
        </w:rPr>
        <w:t xml:space="preserve"> globali matul is-seklu li jmiss mis-CO</w:t>
      </w:r>
      <w:r>
        <w:rPr>
          <w:b w:val="0"/>
          <w:vertAlign w:val="subscript"/>
        </w:rPr>
        <w:t>2</w:t>
      </w:r>
      <w:r>
        <w:rPr>
          <w:b w:val="0"/>
        </w:rPr>
        <w:t xml:space="preserve">. Għalkemm il-konċentrazzjonijiet tagħhom huma baxxi, dawn qed jikbru b'mod mgħaġġel. Il-maġġoranza ta' dawn l-emissjonijiet jinħolqu fin-nazzjonijiet żviluppati u fl-ekonomiji tad-dinja li qed </w:t>
      </w:r>
      <w:proofErr w:type="spellStart"/>
      <w:r>
        <w:rPr>
          <w:b w:val="0"/>
        </w:rPr>
        <w:t>jitfaċċaw</w:t>
      </w:r>
      <w:proofErr w:type="spellEnd"/>
      <w:r>
        <w:rPr>
          <w:b w:val="0"/>
        </w:rPr>
        <w:t xml:space="preserve"> b'mod mgħaġġel.</w:t>
      </w:r>
    </w:p>
    <w:p w:rsidR="007D1F4E" w:rsidRPr="00FA6E4E" w:rsidRDefault="00A067A5" w:rsidP="00FA6E4E">
      <w:pPr>
        <w:pStyle w:val="Bodytext30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/>
        <w:ind w:left="400"/>
      </w:pPr>
      <w:r>
        <w:t>Naqqsu d-</w:t>
      </w:r>
      <w:proofErr w:type="spellStart"/>
      <w:r>
        <w:t>deforestazzjoni.</w:t>
      </w:r>
      <w:r>
        <w:rPr>
          <w:b w:val="0"/>
        </w:rPr>
        <w:t>Attwalment</w:t>
      </w:r>
      <w:proofErr w:type="spellEnd"/>
      <w:r>
        <w:rPr>
          <w:b w:val="0"/>
        </w:rPr>
        <w:t xml:space="preserve"> id-</w:t>
      </w:r>
      <w:proofErr w:type="spellStart"/>
      <w:r>
        <w:rPr>
          <w:b w:val="0"/>
        </w:rPr>
        <w:t>deforestazzjoni</w:t>
      </w:r>
      <w:proofErr w:type="spellEnd"/>
      <w:r>
        <w:rPr>
          <w:b w:val="0"/>
        </w:rPr>
        <w:t xml:space="preserve"> hija responsabbli għal madwar 15 % tal-emissjonijiet globali tal-gassijiet </w:t>
      </w:r>
      <w:proofErr w:type="spellStart"/>
      <w:r>
        <w:rPr>
          <w:b w:val="0"/>
        </w:rPr>
        <w:t>serra.Il</w:t>
      </w:r>
      <w:proofErr w:type="spellEnd"/>
      <w:r>
        <w:rPr>
          <w:b w:val="0"/>
        </w:rPr>
        <w:t xml:space="preserve">-parti l-kbira ta' </w:t>
      </w:r>
      <w:proofErr w:type="spellStart"/>
      <w:r>
        <w:rPr>
          <w:b w:val="0"/>
        </w:rPr>
        <w:t>dind-deforestazzjoni</w:t>
      </w:r>
      <w:proofErr w:type="spellEnd"/>
      <w:r>
        <w:rPr>
          <w:b w:val="0"/>
        </w:rPr>
        <w:t xml:space="preserve"> sseħħ fil-foresti tropikali tan-nazzjonijiet tagħkom, fosthom il-</w:t>
      </w:r>
      <w:proofErr w:type="spellStart"/>
      <w:r>
        <w:rPr>
          <w:b w:val="0"/>
        </w:rPr>
        <w:t>baċin</w:t>
      </w:r>
      <w:proofErr w:type="spellEnd"/>
      <w:r>
        <w:rPr>
          <w:b w:val="0"/>
        </w:rPr>
        <w:t xml:space="preserve"> tal-</w:t>
      </w:r>
      <w:proofErr w:type="spellStart"/>
      <w:r>
        <w:rPr>
          <w:b w:val="0"/>
        </w:rPr>
        <w:t>Amazon</w:t>
      </w:r>
      <w:proofErr w:type="spellEnd"/>
      <w:r>
        <w:rPr>
          <w:b w:val="0"/>
        </w:rPr>
        <w:t>, in-Nofsinhar u x-Xlokk tal-Asja, u l-</w:t>
      </w:r>
      <w:proofErr w:type="spellStart"/>
      <w:r>
        <w:rPr>
          <w:b w:val="0"/>
        </w:rPr>
        <w:t>Afrika.Il</w:t>
      </w:r>
      <w:proofErr w:type="spellEnd"/>
      <w:r>
        <w:rPr>
          <w:b w:val="0"/>
        </w:rPr>
        <w:t>-ħarsien tal-foresti jista' jnaqqas dawn l-emissjonijiet filwaqt li jippreserva wkoll il-</w:t>
      </w:r>
      <w:proofErr w:type="spellStart"/>
      <w:r>
        <w:rPr>
          <w:b w:val="0"/>
        </w:rPr>
        <w:t>bijodiversità</w:t>
      </w:r>
      <w:proofErr w:type="spellEnd"/>
      <w:r>
        <w:rPr>
          <w:b w:val="0"/>
        </w:rPr>
        <w:t xml:space="preserve"> u jipproteġi l-provvisti tal-</w:t>
      </w:r>
      <w:proofErr w:type="spellStart"/>
      <w:r>
        <w:rPr>
          <w:b w:val="0"/>
        </w:rPr>
        <w:t>ilma.Madankollu</w:t>
      </w:r>
      <w:proofErr w:type="spellEnd"/>
      <w:r>
        <w:rPr>
          <w:b w:val="0"/>
        </w:rPr>
        <w:t xml:space="preserve">, il-limitazzjoni </w:t>
      </w:r>
      <w:proofErr w:type="spellStart"/>
      <w:r>
        <w:rPr>
          <w:b w:val="0"/>
        </w:rPr>
        <w:t>tad-deforestazzjoni</w:t>
      </w:r>
      <w:proofErr w:type="spellEnd"/>
      <w:r>
        <w:rPr>
          <w:b w:val="0"/>
        </w:rPr>
        <w:t xml:space="preserve"> tnaqqas ukoll l-użu potenzjali ta' dawk l-artijiet għall-qtugħ tas-siġar għall-injam, il-produzzjoni tal-ikel, il-</w:t>
      </w:r>
      <w:proofErr w:type="spellStart"/>
      <w:r>
        <w:rPr>
          <w:b w:val="0"/>
        </w:rPr>
        <w:t>bijoenerġija</w:t>
      </w:r>
      <w:proofErr w:type="spellEnd"/>
      <w:r>
        <w:rPr>
          <w:b w:val="0"/>
        </w:rPr>
        <w:t>, u użi oħra importanti.</w:t>
      </w:r>
    </w:p>
    <w:p w:rsidR="007D1F4E" w:rsidRPr="00FA6E4E" w:rsidRDefault="00C87E7D" w:rsidP="00FA6E4E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ind w:left="400"/>
        <w:jc w:val="both"/>
      </w:pPr>
      <w:proofErr w:type="spellStart"/>
      <w:r>
        <w:rPr>
          <w:rStyle w:val="Bodytext2Bold"/>
        </w:rPr>
        <w:t>Ikkunsidraw</w:t>
      </w:r>
      <w:proofErr w:type="spellEnd"/>
      <w:r>
        <w:rPr>
          <w:rStyle w:val="Bodytext2Bold"/>
        </w:rPr>
        <w:t xml:space="preserve"> t-</w:t>
      </w:r>
      <w:proofErr w:type="spellStart"/>
      <w:r>
        <w:rPr>
          <w:rStyle w:val="Bodytext2Bold"/>
        </w:rPr>
        <w:t>tisġir</w:t>
      </w:r>
      <w:proofErr w:type="spellEnd"/>
      <w:r>
        <w:rPr>
          <w:rStyle w:val="Bodytext2Bold"/>
        </w:rPr>
        <w:t xml:space="preserve">. </w:t>
      </w:r>
      <w:proofErr w:type="spellStart"/>
      <w:r>
        <w:t>It-tisġir</w:t>
      </w:r>
      <w:proofErr w:type="spellEnd"/>
      <w:r>
        <w:t xml:space="preserve"> huwa t-tkabbir ta' foresti ġodda fuq art li ma għandhiex siġar, xi drabi din tkun art li qabel kienet </w:t>
      </w:r>
      <w:proofErr w:type="spellStart"/>
      <w:r>
        <w:t>deforestata</w:t>
      </w:r>
      <w:proofErr w:type="spellEnd"/>
      <w:r>
        <w:t xml:space="preserve"> jew </w:t>
      </w:r>
      <w:proofErr w:type="spellStart"/>
      <w:r>
        <w:t>degradata</w:t>
      </w:r>
      <w:proofErr w:type="spellEnd"/>
      <w:r>
        <w:t xml:space="preserve">. Jekk jiġi </w:t>
      </w:r>
      <w:proofErr w:type="spellStart"/>
      <w:r>
        <w:t>implimentat</w:t>
      </w:r>
      <w:proofErr w:type="spellEnd"/>
      <w:r>
        <w:t xml:space="preserve"> fuq skala kbira, </w:t>
      </w:r>
      <w:proofErr w:type="spellStart"/>
      <w:r>
        <w:t>it-tisġir</w:t>
      </w:r>
      <w:proofErr w:type="spellEnd"/>
      <w:r>
        <w:t xml:space="preserve"> jista' juża art li hija meħtieġa għall-għelejjel jew għall-bhejjem, u b'hekk iżid il-prezzijiet tal-ikel. </w:t>
      </w:r>
      <w:proofErr w:type="spellStart"/>
      <w:r>
        <w:t>Ikkunsidraw</w:t>
      </w:r>
      <w:proofErr w:type="spellEnd"/>
      <w:r>
        <w:t xml:space="preserve"> kemm il-politiki dwar </w:t>
      </w:r>
      <w:proofErr w:type="spellStart"/>
      <w:r>
        <w:t>it-tisġir</w:t>
      </w:r>
      <w:proofErr w:type="spellEnd"/>
      <w:r>
        <w:t xml:space="preserve"> li intom u gruppi oħra </w:t>
      </w:r>
      <w:proofErr w:type="spellStart"/>
      <w:r>
        <w:t>tipproponu</w:t>
      </w:r>
      <w:proofErr w:type="spellEnd"/>
      <w:r>
        <w:t xml:space="preserve"> se jirrikjedu art.</w:t>
      </w:r>
    </w:p>
    <w:p w:rsidR="007D1F4E" w:rsidRPr="00FA6E4E" w:rsidRDefault="00C87E7D" w:rsidP="00FA6E4E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ind w:left="400"/>
        <w:jc w:val="both"/>
      </w:pPr>
      <w:proofErr w:type="spellStart"/>
      <w:r>
        <w:rPr>
          <w:rStyle w:val="Bodytext2Bold"/>
        </w:rPr>
        <w:t>Ikkundsidraw</w:t>
      </w:r>
      <w:proofErr w:type="spellEnd"/>
      <w:r>
        <w:rPr>
          <w:rStyle w:val="Bodytext2Bold"/>
        </w:rPr>
        <w:t xml:space="preserve"> li </w:t>
      </w:r>
      <w:proofErr w:type="spellStart"/>
      <w:r>
        <w:rPr>
          <w:rStyle w:val="Bodytext2Bold"/>
        </w:rPr>
        <w:t>timponu</w:t>
      </w:r>
      <w:proofErr w:type="spellEnd"/>
      <w:r>
        <w:rPr>
          <w:rStyle w:val="Bodytext2Bold"/>
        </w:rPr>
        <w:t xml:space="preserve"> taxxa fuq il-faħam. </w:t>
      </w:r>
      <w:r>
        <w:t xml:space="preserve">Il-maġġoranza tan-nazzjonijiet tagħkom qed jibnu minjieri tal-faħam u impjanti tal-enerġija ġodda minkejja l-fatt li l-faħam huwa l-aktar </w:t>
      </w:r>
      <w:proofErr w:type="spellStart"/>
      <w:r>
        <w:t>fjuwil</w:t>
      </w:r>
      <w:proofErr w:type="spellEnd"/>
      <w:r>
        <w:t xml:space="preserve"> li jagħmel użu </w:t>
      </w:r>
      <w:proofErr w:type="spellStart"/>
      <w:r>
        <w:t>intensiv</w:t>
      </w:r>
      <w:proofErr w:type="spellEnd"/>
      <w:r>
        <w:t xml:space="preserve"> mill-karbonju u huwa responsabbli wkoll għall-maġġoranza tat-tniġġis tal-arja li jagħmel ħsara lil miljuni ta' persuni fin-nazzjonijiet tagħkom illum il-ġurnata. L-</w:t>
      </w:r>
      <w:proofErr w:type="spellStart"/>
      <w:r>
        <w:t>intaxxar</w:t>
      </w:r>
      <w:proofErr w:type="spellEnd"/>
      <w:r>
        <w:t>, ir-regolamentazzjoni, jew saħansitra l-eliminazzjoni gradwali tal-faħam jistgħu jnaqqsu l-emissjonijiet b'mod mgħaġġel, filwaqt li jnaqqsu t-tniġġis perikoluż tal-arja, u jtejbu s-saħħa pubblika.</w:t>
      </w:r>
    </w:p>
    <w:p w:rsidR="007D1F4E" w:rsidRPr="00FA6E4E" w:rsidRDefault="00E65821" w:rsidP="00FA6E4E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ind w:left="400"/>
        <w:jc w:val="both"/>
      </w:pPr>
      <w:proofErr w:type="spellStart"/>
      <w:r>
        <w:rPr>
          <w:b/>
        </w:rPr>
        <w:t>Ikkunsidraw</w:t>
      </w:r>
      <w:proofErr w:type="spellEnd"/>
      <w:r>
        <w:rPr>
          <w:b/>
        </w:rPr>
        <w:t xml:space="preserve"> li tpoġġu prezz fuq l-emissjonijiet tas-CO</w:t>
      </w:r>
      <w:r>
        <w:rPr>
          <w:b/>
          <w:vertAlign w:val="subscript"/>
        </w:rPr>
        <w:t>2</w:t>
      </w:r>
      <w:r>
        <w:rPr>
          <w:b/>
        </w:rPr>
        <w:t>.</w:t>
      </w:r>
      <w:r>
        <w:t xml:space="preserve"> Il-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għadhom </w:t>
      </w:r>
      <w:proofErr w:type="spellStart"/>
      <w:r>
        <w:t>jiddominaw</w:t>
      </w:r>
      <w:proofErr w:type="spellEnd"/>
      <w:r>
        <w:t xml:space="preserve"> is-sistema tal-enerġija tad-dinja, u s-CO</w:t>
      </w:r>
      <w:r>
        <w:rPr>
          <w:vertAlign w:val="subscript"/>
        </w:rPr>
        <w:t>2</w:t>
      </w:r>
      <w:r>
        <w:t xml:space="preserve"> li </w:t>
      </w:r>
      <w:proofErr w:type="spellStart"/>
      <w:r>
        <w:t>jirrilaxxaw</w:t>
      </w:r>
      <w:proofErr w:type="spellEnd"/>
      <w:r>
        <w:t xml:space="preserve"> huwa bil-qabda l-akbar </w:t>
      </w:r>
      <w:proofErr w:type="spellStart"/>
      <w:r>
        <w:t>kontribur</w:t>
      </w:r>
      <w:proofErr w:type="spellEnd"/>
      <w:r>
        <w:t xml:space="preserve"> għat-tibdil fil-klima. Illum il-ġurnata l-prezzijiet tas-suq ma jinkludux id-danni ambjentali u soċjali kkawżati mill-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(l-"</w:t>
      </w:r>
      <w:proofErr w:type="spellStart"/>
      <w:r>
        <w:t>esternalitajiet</w:t>
      </w:r>
      <w:proofErr w:type="spellEnd"/>
      <w:r>
        <w:t xml:space="preserve"> negattivi" tagħhom). Agħar minn hekk, il-gvernijiet madwar id-dinja, fosthom il-maġġoranza tal-gvernijiet tagħkom, jipprovdu $775 biljun sa $1 triljun fis-sena f'sussidji għall-industrija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>. L-</w:t>
      </w:r>
      <w:proofErr w:type="spellStart"/>
      <w:r>
        <w:t>ekonomisti</w:t>
      </w:r>
      <w:proofErr w:type="spellEnd"/>
      <w:r>
        <w:t xml:space="preserve"> jaqblu li prezz tal-karbonju huwa l-aħjar mod biex jitnaqqsu l-emissjonijiet globali tal-gassijiet serra. </w:t>
      </w:r>
      <w:proofErr w:type="spellStart"/>
      <w:r>
        <w:t>Ikkunsidraw</w:t>
      </w:r>
      <w:proofErr w:type="spellEnd"/>
      <w:r>
        <w:t xml:space="preserve"> li </w:t>
      </w:r>
      <w:proofErr w:type="spellStart"/>
      <w:r>
        <w:t>tappoġġjaw</w:t>
      </w:r>
      <w:proofErr w:type="spellEnd"/>
      <w:r>
        <w:t xml:space="preserve"> prezz fuq livell dinji fuq il-karbonju, li forsi jiġi introdott gradwalment matul iż-żmien biex tagħti żmien biżżejjed għal aġġustament.</w:t>
      </w:r>
    </w:p>
    <w:p w:rsidR="007D1F4E" w:rsidRPr="00FA6E4E" w:rsidRDefault="00C87E7D" w:rsidP="00FA6E4E">
      <w:pPr>
        <w:pStyle w:val="Bodytext20"/>
        <w:shd w:val="clear" w:color="auto" w:fill="auto"/>
        <w:ind w:left="400" w:firstLine="0"/>
        <w:jc w:val="both"/>
      </w:pPr>
      <w:r>
        <w:t xml:space="preserve">Id-dħul jista' jingħadda lill-pubbliku jew jgħin biex jikkumpensa għall-ispejjeż ta' politiki oħra. Għalkemm il-prezzijiet tal-karbonju ġew implimentati fi ftit nazzjonijiet, bosta </w:t>
      </w:r>
      <w:proofErr w:type="spellStart"/>
      <w:r>
        <w:t>ekonomisti</w:t>
      </w:r>
      <w:proofErr w:type="spellEnd"/>
      <w:r>
        <w:t xml:space="preserve"> jirrakkomandaw li dawn huma ħafna aktar baxxi </w:t>
      </w:r>
      <w:proofErr w:type="spellStart"/>
      <w:r>
        <w:t>mnn</w:t>
      </w:r>
      <w:proofErr w:type="spellEnd"/>
      <w:r>
        <w:t xml:space="preserve"> USD 30-USD 50 għal kull tunnellata ta' CO</w:t>
      </w:r>
      <w:r>
        <w:rPr>
          <w:vertAlign w:val="subscript"/>
        </w:rPr>
        <w:t>2</w:t>
      </w:r>
      <w:r>
        <w:t xml:space="preserve">, jew aktar. Madankollu, intom ma tistgħux </w:t>
      </w:r>
      <w:proofErr w:type="spellStart"/>
      <w:r>
        <w:t>timxu</w:t>
      </w:r>
      <w:proofErr w:type="spellEnd"/>
      <w:r>
        <w:t xml:space="preserve"> b'mod mgħaġġel wisq, il-klassijiet medji tan-nazzjonijiet tagħkom qed </w:t>
      </w:r>
      <w:proofErr w:type="spellStart"/>
      <w:r>
        <w:t>jistinkaw</w:t>
      </w:r>
      <w:proofErr w:type="spellEnd"/>
      <w:r>
        <w:t xml:space="preserve"> biex </w:t>
      </w:r>
      <w:proofErr w:type="spellStart"/>
      <w:r>
        <w:t>jaffordjaw</w:t>
      </w:r>
      <w:proofErr w:type="spellEnd"/>
      <w:r>
        <w:t xml:space="preserve"> il-prodotti u s-servizzi li n-nies fin-nazzjonijiet żviluppati </w:t>
      </w:r>
      <w:proofErr w:type="spellStart"/>
      <w:r>
        <w:t>jqisuhom</w:t>
      </w:r>
      <w:proofErr w:type="spellEnd"/>
      <w:r>
        <w:t xml:space="preserve"> bħala ovvji, bħalma huma l-karozzi, l-arja kundizzjonata, l-ivvjaġġar bl-ajru, eċċ., filwaqt li l-persuni foqra fin-nazzjonijiet tagħkom jeħtieġu elettriku affidabbli, ilma nadif, ikel, kura tas-saħħa, akkomodazzjoni deċenti u ħtiġijiet umani bażiċi oħra, u se jħossu b'mod qawwi ż-żieda fil-prezzijiet tal-enerġija.</w:t>
      </w:r>
    </w:p>
    <w:p w:rsidR="0033065F" w:rsidRDefault="0033065F" w:rsidP="00FA6E4E">
      <w:pPr>
        <w:pStyle w:val="Bodytext50"/>
        <w:shd w:val="clear" w:color="auto" w:fill="auto"/>
        <w:spacing w:before="0"/>
        <w:rPr>
          <w:lang w:val="en-GB"/>
        </w:rPr>
      </w:pPr>
    </w:p>
    <w:p w:rsidR="007D1F4E" w:rsidRPr="00FA6E4E" w:rsidRDefault="00C87E7D" w:rsidP="00FA6E4E">
      <w:pPr>
        <w:pStyle w:val="Bodytext50"/>
        <w:shd w:val="clear" w:color="auto" w:fill="auto"/>
        <w:spacing w:before="0"/>
      </w:pPr>
      <w:r>
        <w:t>Kunsiderazzjonijiet Addizzjonali</w:t>
      </w:r>
    </w:p>
    <w:p w:rsidR="007D1F4E" w:rsidRPr="00FA6E4E" w:rsidRDefault="00C87E7D" w:rsidP="00FA6E4E">
      <w:pPr>
        <w:pStyle w:val="Bodytext20"/>
        <w:shd w:val="clear" w:color="auto" w:fill="auto"/>
        <w:ind w:firstLine="0"/>
        <w:jc w:val="both"/>
      </w:pPr>
      <w:r>
        <w:t xml:space="preserve">Il-maġġoranza tan-nies tan-nazzjonijiet tagħkom m'għandhomx aċċess għall-elettriku jew enerġija </w:t>
      </w:r>
      <w:r>
        <w:lastRenderedPageBreak/>
        <w:t xml:space="preserve">affidabbli u </w:t>
      </w:r>
      <w:proofErr w:type="spellStart"/>
      <w:r>
        <w:t>affordabbli</w:t>
      </w:r>
      <w:proofErr w:type="spellEnd"/>
      <w:r>
        <w:t>. Illum il-ġurnata, in-nazzjonijiet tagħkom huma responsabbli biss għal madwar 24 % tal-emissjonijiet globali tal-gassijiet serra, u l-emissjonijiet għal kull persuna huma ferm aktar baxxi milli dawk fin-nazzjonijiet żviluppati, jew saħansitra ċ-Ċina. Madankollu, l-użu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fin-nazzjonijiet tagħkom qed jikber b'mod mgħaġġel hekk kif qed jiżviluppaw l-ekonomiji tagħkom. In-nazzjonijiet żviluppati ġġeneraw il-maġġoranza tal-emissjonijiet tal-gassijiet serra </w:t>
      </w:r>
      <w:proofErr w:type="spellStart"/>
      <w:r>
        <w:t>kumulattivi</w:t>
      </w:r>
      <w:proofErr w:type="spellEnd"/>
      <w:r>
        <w:t xml:space="preserve"> li ħolqu l-kriżi </w:t>
      </w:r>
      <w:proofErr w:type="spellStart"/>
      <w:r>
        <w:t>klimatika</w:t>
      </w:r>
      <w:proofErr w:type="spellEnd"/>
      <w:r>
        <w:t xml:space="preserve">, filwaqt li n-nies tagħkom se jsofru l-aktar mit-tibdil fil-klima u għandhom l-anqas kapaċità li jadattaw għalih. Intom </w:t>
      </w:r>
      <w:proofErr w:type="spellStart"/>
      <w:r>
        <w:t>temmnu</w:t>
      </w:r>
      <w:proofErr w:type="spellEnd"/>
      <w:r>
        <w:t xml:space="preserve"> li hija r-responsabbiltà morali tagħhom li jnaqqsu l-emissjonijiet tagħhom, u li l-politiki li jindirizzaw it-tibdil fil-klima ma jistgħux jiġu permessi jekk </w:t>
      </w:r>
      <w:proofErr w:type="spellStart"/>
      <w:r>
        <w:t>jittardjaw</w:t>
      </w:r>
      <w:proofErr w:type="spellEnd"/>
      <w:r>
        <w:t xml:space="preserve"> l-iżvilupp ekonomiku tagħkom u l-kapaċità li </w:t>
      </w:r>
      <w:proofErr w:type="spellStart"/>
      <w:r>
        <w:t>tipprovdu</w:t>
      </w:r>
      <w:proofErr w:type="spellEnd"/>
      <w:r>
        <w:t xml:space="preserve"> lin-nies tagħkom ikel, impjiegi, akkomodazzjoni, edukazzjoni, kura tas-saħħa u ħtiġijiet oħra bażiċi li dawk fin-nazzjonijiet żviluppati </w:t>
      </w:r>
      <w:proofErr w:type="spellStart"/>
      <w:r>
        <w:t>jqisuhom</w:t>
      </w:r>
      <w:proofErr w:type="spellEnd"/>
      <w:r>
        <w:t xml:space="preserve"> bħala ovvji.</w:t>
      </w:r>
    </w:p>
    <w:p w:rsidR="007D1F4E" w:rsidRPr="00FA6E4E" w:rsidRDefault="00C87E7D" w:rsidP="00FA6E4E">
      <w:pPr>
        <w:pStyle w:val="Bodytext20"/>
        <w:shd w:val="clear" w:color="auto" w:fill="auto"/>
        <w:ind w:firstLine="0"/>
        <w:jc w:val="both"/>
      </w:pPr>
      <w:r>
        <w:t xml:space="preserve">Fl-istess ħin, it-tibdil fil-klima jimponi riskji serji </w:t>
      </w:r>
      <w:proofErr w:type="spellStart"/>
      <w:r>
        <w:t>għall-prosperità</w:t>
      </w:r>
      <w:proofErr w:type="spellEnd"/>
      <w:r>
        <w:t>, is-saħħa u l-ħajja tan-nazzjonijiet tagħkom. It-tniġġis tal-arja mill-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jikkawża miljuni ta' mwiet </w:t>
      </w:r>
      <w:proofErr w:type="spellStart"/>
      <w:r>
        <w:t>prematuri</w:t>
      </w:r>
      <w:proofErr w:type="spellEnd"/>
      <w:r>
        <w:t xml:space="preserve"> kull sena fin-nazzjonijiet tagħkom. Iż-żieda fil-livell tal-baħar, temp estrem, perjodi ta' nixfa, tnaqqis fir-rendiment tal-għelejjel, u danni oħra kkawżat bit-tibdil fil-klima jwasslu dejjem aktar għal </w:t>
      </w:r>
      <w:proofErr w:type="spellStart"/>
      <w:r>
        <w:t>kunflitt</w:t>
      </w:r>
      <w:proofErr w:type="spellEnd"/>
      <w:r>
        <w:t xml:space="preserve"> u </w:t>
      </w:r>
      <w:proofErr w:type="spellStart"/>
      <w:r>
        <w:t>migrazzjoni</w:t>
      </w:r>
      <w:proofErr w:type="spellEnd"/>
      <w:r>
        <w:t xml:space="preserve">, filwaqt li </w:t>
      </w:r>
      <w:proofErr w:type="spellStart"/>
      <w:r>
        <w:t>jdgħajfu</w:t>
      </w:r>
      <w:proofErr w:type="spellEnd"/>
      <w:r>
        <w:t xml:space="preserve"> l-</w:t>
      </w:r>
      <w:proofErr w:type="spellStart"/>
      <w:r>
        <w:t>leġittimità</w:t>
      </w:r>
      <w:proofErr w:type="spellEnd"/>
      <w:r>
        <w:t xml:space="preserve"> tal-gvernijiet tagħkom, u, għal stati ta' gżejjer żgħar, l-eżistenza tagħkom stess. In-nazzjonijiet tagħkom għandhom l-</w:t>
      </w:r>
      <w:proofErr w:type="spellStart"/>
      <w:r>
        <w:t>opportunità</w:t>
      </w:r>
      <w:proofErr w:type="spellEnd"/>
      <w:r>
        <w:t xml:space="preserve"> li jitbiegħdu mis-sistema tal-enerġija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u jimxu lejn sistema tal-enerġija rinnovabbli nadifa u effiċjenti, eżattament bħal ma għamiltu ħafna minnkom meta ma </w:t>
      </w:r>
      <w:proofErr w:type="spellStart"/>
      <w:r>
        <w:t>bqajtux</w:t>
      </w:r>
      <w:proofErr w:type="spellEnd"/>
      <w:r>
        <w:t xml:space="preserve"> </w:t>
      </w:r>
      <w:proofErr w:type="spellStart"/>
      <w:r>
        <w:t>tużaw</w:t>
      </w:r>
      <w:proofErr w:type="spellEnd"/>
      <w:r>
        <w:t xml:space="preserve"> il-linji fissi tat-</w:t>
      </w:r>
      <w:proofErr w:type="spellStart"/>
      <w:r>
        <w:t>telefown</w:t>
      </w:r>
      <w:proofErr w:type="spellEnd"/>
      <w:r>
        <w:t xml:space="preserve"> u </w:t>
      </w:r>
      <w:proofErr w:type="spellStart"/>
      <w:r>
        <w:t>bdejtu</w:t>
      </w:r>
      <w:proofErr w:type="spellEnd"/>
      <w:r>
        <w:t xml:space="preserve"> </w:t>
      </w:r>
      <w:proofErr w:type="spellStart"/>
      <w:r>
        <w:t>tużaw</w:t>
      </w:r>
      <w:proofErr w:type="spellEnd"/>
      <w:r>
        <w:t xml:space="preserve"> mill-ewwel </w:t>
      </w:r>
      <w:proofErr w:type="spellStart"/>
      <w:r>
        <w:t>it-telefowns</w:t>
      </w:r>
      <w:proofErr w:type="spellEnd"/>
      <w:r>
        <w:t xml:space="preserve"> ċellulari. L-effiċjenza </w:t>
      </w:r>
      <w:proofErr w:type="spellStart"/>
      <w:r>
        <w:t>enerġetika</w:t>
      </w:r>
      <w:proofErr w:type="spellEnd"/>
      <w:r>
        <w:t xml:space="preserve">, u s-sorsi tal-enerġija rinnovabbli bħall-enerġija </w:t>
      </w:r>
      <w:proofErr w:type="spellStart"/>
      <w:r>
        <w:t>eolika</w:t>
      </w:r>
      <w:proofErr w:type="spellEnd"/>
      <w:r>
        <w:t xml:space="preserve"> u solari, ta' spiss iħallu l-qligħ, joħolqu impjiegi u </w:t>
      </w:r>
      <w:proofErr w:type="spellStart"/>
      <w:r>
        <w:t>opportunità</w:t>
      </w:r>
      <w:proofErr w:type="spellEnd"/>
      <w:r>
        <w:t xml:space="preserve"> ekonomika, u jtejbu s-saħħa pubblika.</w:t>
      </w:r>
    </w:p>
    <w:p w:rsidR="00F367C3" w:rsidRPr="00FA6E4E" w:rsidRDefault="00F367C3" w:rsidP="00FA6E4E">
      <w:pPr>
        <w:spacing w:after="120"/>
        <w:jc w:val="center"/>
      </w:pPr>
      <w:r>
        <w:t>_____________</w:t>
      </w:r>
    </w:p>
    <w:p w:rsidR="00F367C3" w:rsidRPr="00F367C3" w:rsidRDefault="00F367C3">
      <w:pPr>
        <w:pStyle w:val="Bodytext20"/>
        <w:shd w:val="clear" w:color="auto" w:fill="auto"/>
        <w:ind w:firstLine="0"/>
        <w:jc w:val="both"/>
        <w:rPr>
          <w:lang w:val="en-GB"/>
        </w:rPr>
      </w:pPr>
    </w:p>
    <w:sectPr w:rsidR="00F367C3" w:rsidRPr="00F367C3" w:rsidSect="00FA6E4E">
      <w:footerReference w:type="default" r:id="rId9"/>
      <w:pgSz w:w="11907" w:h="16840" w:code="9"/>
      <w:pgMar w:top="1418" w:right="1418" w:bottom="1418" w:left="1418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E3B" w:rsidRDefault="00C87E7D">
      <w:r>
        <w:separator/>
      </w:r>
    </w:p>
  </w:endnote>
  <w:endnote w:type="continuationSeparator" w:id="0">
    <w:p w:rsidR="00AD4E3B" w:rsidRDefault="00C87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7C3" w:rsidRPr="00FA6E4E" w:rsidRDefault="00F367C3">
    <w:pPr>
      <w:pStyle w:val="Footer"/>
      <w:rPr>
        <w:i/>
        <w:sz w:val="20"/>
        <w:szCs w:val="20"/>
      </w:rPr>
    </w:pPr>
    <w:r>
      <w:rPr>
        <w:i/>
        <w:sz w:val="20"/>
        <w:szCs w:val="20"/>
      </w:rPr>
      <w:t xml:space="preserve">Żviluppata minn </w:t>
    </w:r>
    <w:proofErr w:type="spellStart"/>
    <w:r>
      <w:rPr>
        <w:i/>
        <w:sz w:val="20"/>
        <w:szCs w:val="20"/>
      </w:rPr>
      <w:t>Climate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Interactive</w:t>
    </w:r>
    <w:proofErr w:type="spellEnd"/>
    <w:r>
      <w:rPr>
        <w:i/>
        <w:sz w:val="20"/>
        <w:szCs w:val="20"/>
      </w:rPr>
      <w:t xml:space="preserve">, l-Inizjattiva </w:t>
    </w:r>
    <w:proofErr w:type="spellStart"/>
    <w:r>
      <w:rPr>
        <w:i/>
        <w:sz w:val="20"/>
        <w:szCs w:val="20"/>
      </w:rPr>
      <w:t>tas-Sostenibbilta</w:t>
    </w:r>
    <w:proofErr w:type="spellEnd"/>
    <w:r>
      <w:rPr>
        <w:i/>
        <w:sz w:val="20"/>
        <w:szCs w:val="20"/>
      </w:rPr>
      <w:t xml:space="preserve"> ta' MIT </w:t>
    </w:r>
    <w:proofErr w:type="spellStart"/>
    <w:r>
      <w:rPr>
        <w:i/>
        <w:sz w:val="20"/>
        <w:szCs w:val="20"/>
      </w:rPr>
      <w:t>Sloan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School</w:t>
    </w:r>
    <w:proofErr w:type="spellEnd"/>
    <w:r>
      <w:rPr>
        <w:i/>
        <w:sz w:val="20"/>
        <w:szCs w:val="20"/>
      </w:rPr>
      <w:t xml:space="preserve"> of </w:t>
    </w:r>
    <w:proofErr w:type="spellStart"/>
    <w:r>
      <w:rPr>
        <w:i/>
        <w:sz w:val="20"/>
        <w:szCs w:val="20"/>
      </w:rPr>
      <w:t>Management</w:t>
    </w:r>
    <w:proofErr w:type="spellEnd"/>
    <w:r>
      <w:rPr>
        <w:i/>
        <w:sz w:val="20"/>
        <w:szCs w:val="20"/>
      </w:rPr>
      <w:t xml:space="preserve">, ESB </w:t>
    </w:r>
    <w:proofErr w:type="spellStart"/>
    <w:r>
      <w:rPr>
        <w:i/>
        <w:sz w:val="20"/>
        <w:szCs w:val="20"/>
      </w:rPr>
      <w:t>Business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School</w:t>
    </w:r>
    <w:proofErr w:type="spellEnd"/>
    <w:r>
      <w:rPr>
        <w:i/>
        <w:sz w:val="20"/>
        <w:szCs w:val="20"/>
      </w:rPr>
      <w:t xml:space="preserve">, u l-Inizjattiva tat-Tibdil fil-Klima ta' </w:t>
    </w:r>
    <w:proofErr w:type="spellStart"/>
    <w:r>
      <w:rPr>
        <w:i/>
        <w:sz w:val="20"/>
        <w:szCs w:val="20"/>
      </w:rPr>
      <w:t>Umass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Lowell.Aġġornat</w:t>
    </w:r>
    <w:proofErr w:type="spellEnd"/>
    <w:r>
      <w:rPr>
        <w:i/>
        <w:sz w:val="20"/>
        <w:szCs w:val="20"/>
      </w:rPr>
      <w:t xml:space="preserve"> l-aħħar f'Settembru 2019.</w:t>
    </w:r>
    <w:hyperlink r:id="rId1" w:history="1">
      <w:r>
        <w:rPr>
          <w:i/>
          <w:sz w:val="20"/>
          <w:szCs w:val="20"/>
        </w:rPr>
        <w:t>www.cllmatelnteractlve.org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F4E" w:rsidRDefault="007D1F4E"/>
  </w:footnote>
  <w:footnote w:type="continuationSeparator" w:id="0">
    <w:p w:rsidR="007D1F4E" w:rsidRDefault="007D1F4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B7F66"/>
    <w:multiLevelType w:val="multilevel"/>
    <w:tmpl w:val="82160A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rle Koppel">
    <w15:presenceInfo w15:providerId="None" w15:userId="Merle Koppel"/>
  </w15:person>
  <w15:person w15:author="Helen Toomey">
    <w15:presenceInfo w15:providerId="None" w15:userId="Helen Toom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D1F4E"/>
    <w:rsid w:val="000478B6"/>
    <w:rsid w:val="00114C61"/>
    <w:rsid w:val="002558F5"/>
    <w:rsid w:val="0033065F"/>
    <w:rsid w:val="00345F9F"/>
    <w:rsid w:val="00363BF1"/>
    <w:rsid w:val="003A2E5D"/>
    <w:rsid w:val="003F232F"/>
    <w:rsid w:val="00486689"/>
    <w:rsid w:val="005F7717"/>
    <w:rsid w:val="0063415F"/>
    <w:rsid w:val="006C020C"/>
    <w:rsid w:val="007120A5"/>
    <w:rsid w:val="00791C4B"/>
    <w:rsid w:val="007A17D4"/>
    <w:rsid w:val="007A2EE5"/>
    <w:rsid w:val="007D1F4E"/>
    <w:rsid w:val="008C0530"/>
    <w:rsid w:val="008C1937"/>
    <w:rsid w:val="00905CB5"/>
    <w:rsid w:val="009163DF"/>
    <w:rsid w:val="00926E91"/>
    <w:rsid w:val="009F352F"/>
    <w:rsid w:val="00A067A5"/>
    <w:rsid w:val="00A17A2C"/>
    <w:rsid w:val="00A34C83"/>
    <w:rsid w:val="00A60D06"/>
    <w:rsid w:val="00A95053"/>
    <w:rsid w:val="00AD4E3B"/>
    <w:rsid w:val="00B8781E"/>
    <w:rsid w:val="00BA4467"/>
    <w:rsid w:val="00C87E7D"/>
    <w:rsid w:val="00D10989"/>
    <w:rsid w:val="00DC3A12"/>
    <w:rsid w:val="00E65821"/>
    <w:rsid w:val="00F367C3"/>
    <w:rsid w:val="00FA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3NotBold">
    <w:name w:val="Body text|3 + Not Bold"/>
    <w:basedOn w:val="Bodytext3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365pt">
    <w:name w:val="Body text|3 + 6.5 pt"/>
    <w:basedOn w:val="Bodytext3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mt-MT" w:eastAsia="en-US" w:bidi="en-US"/>
    </w:rPr>
  </w:style>
  <w:style w:type="character" w:customStyle="1" w:styleId="Bodytext265ptBold">
    <w:name w:val="Body text|2 + 6.5 pt;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Bold0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0"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" w:line="269" w:lineRule="exact"/>
      <w:ind w:hanging="400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after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4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367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7C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367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7C3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E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E4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3NotBold">
    <w:name w:val="Body text|3 + Not Bold"/>
    <w:basedOn w:val="Bodytext3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365pt">
    <w:name w:val="Body text|3 + 6.5 pt"/>
    <w:basedOn w:val="Bodytext3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mt-MT" w:eastAsia="en-US" w:bidi="en-US"/>
    </w:rPr>
  </w:style>
  <w:style w:type="character" w:customStyle="1" w:styleId="Bodytext265ptBold">
    <w:name w:val="Body text|2 + 6.5 pt;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Bold0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0"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" w:line="269" w:lineRule="exact"/>
      <w:ind w:hanging="400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after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4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367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7C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367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7C3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E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E4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CTJJHAUHWN5E-644613129-2440</_dlc_DocId>
    <_dlc_DocIdUrl xmlns="bfc960a6-20da-4c94-8684-71380fca093b">
      <Url>http://dm2016/eesc/2019/_layouts/15/DocIdRedir.aspx?ID=CTJJHAUHWN5E-644613129-2440</Url>
      <Description>CTJJHAUHWN5E-644613129-2440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153</Value>
      <Value>152</Value>
      <Value>64</Value>
      <Value>63</Value>
      <Value>62</Value>
      <Value>246</Value>
      <Value>21</Value>
      <Value>55</Value>
      <Value>17</Value>
      <Value>16</Value>
      <Value>52</Value>
      <Value>162</Value>
      <Value>11</Value>
      <Value>45</Value>
      <Value>7</Value>
      <Value>154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11389</FicheNumber>
    <DocumentPart xmlns="bfc960a6-20da-4c94-8684-71380fca093b">6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804E99-53A6-4C67-AA51-85E0B35A704B}"/>
</file>

<file path=customXml/itemProps2.xml><?xml version="1.0" encoding="utf-8"?>
<ds:datastoreItem xmlns:ds="http://schemas.openxmlformats.org/officeDocument/2006/customXml" ds:itemID="{FE55BC9B-337B-4B2B-9D8B-9E4B71FABD85}"/>
</file>

<file path=customXml/itemProps3.xml><?xml version="1.0" encoding="utf-8"?>
<ds:datastoreItem xmlns:ds="http://schemas.openxmlformats.org/officeDocument/2006/customXml" ds:itemID="{0758F062-2B77-4C67-9AAA-03418FF40B48}"/>
</file>

<file path=customXml/itemProps4.xml><?xml version="1.0" encoding="utf-8"?>
<ds:datastoreItem xmlns:ds="http://schemas.openxmlformats.org/officeDocument/2006/customXml" ds:itemID="{34042FF8-7A63-4EDA-B1BE-99BBD1743252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32</TotalTime>
  <Pages>3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Dokumenti ta' Ħidma - Grupp 6B - Nazzjonijiet li qed Jiżviluppaw</dc:title>
  <cp:keywords>EESC-2019-05163-06-00-INFO-TRA-EN</cp:keywords>
  <dc:description>Rapporteur:  - Original language: EN - Date of document: 09/12/2019 - Date of meeting:  - External documents:  - Administrator: MME LAHOUSSE Chloé</dc:description>
  <cp:lastModifiedBy>Sephora Gauci</cp:lastModifiedBy>
  <cp:revision>25</cp:revision>
  <dcterms:created xsi:type="dcterms:W3CDTF">2019-11-15T11:00:00Z</dcterms:created>
  <dcterms:modified xsi:type="dcterms:W3CDTF">2019-12-09T09:45:00Z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11:30:13, 11:18:43</vt:lpwstr>
  </property>
  <property fmtid="{D5CDD505-2E9C-101B-9397-08002B2CF9AE}" pid="5" name="Pref_User">
    <vt:lpwstr>mkop, htoo</vt:lpwstr>
  </property>
  <property fmtid="{D5CDD505-2E9C-101B-9397-08002B2CF9AE}" pid="6" name="Pref_FileName">
    <vt:lpwstr>EESC-2019-05163-06-00-INFO-TRA-EN-CRR.docx, EESC-2019-05163-06-00-INFO-CRR-EN.docx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1c4c992c-47ed-4427-8aa0-4c68002f276e</vt:lpwstr>
  </property>
  <property fmtid="{D5CDD505-2E9C-101B-9397-08002B2CF9AE}" pid="9" name="AvailableTranslations">
    <vt:lpwstr>52;#DA|5d49c027-8956-412b-aa16-e85a0f96ad0e;#162;#TR|6e4ededd-04c4-4fa0-94e0-1028050302d5;#21;#IT|0774613c-01ed-4e5d-a25d-11d2388de825;#63;#MT|7df99101-6854-4a26-b53a-b88c0da02c26;#45;#NL|55c6556c-b4f4-441d-9acf-c498d4f838bd;#64;#PT|50ccc04a-eadd-42ae-a0cb-acaf45f812ba;#16;#PL|1e03da61-4678-4e07-b136-b5024ca9197b;#246;#ME|925b3da5-5ac0-4b3c-928c-6ef66a5c9b3c;#154;#SQ|5ac17240-8d11-45ec-9893-659b209d7a00;#55;#BG|1a1b3951-7821-4e6a-85f5-5673fc08bd2c;#62;#FI|87606a43-d45f-42d6-b8c9-e1a3457db5b7;#153;#SR|7f3a1d13-b985-4bfd-981e-afe31377edff;#17;#ES|e7a6b05b-ae16-40c8-add9-68b64b03aeba;#4;#EN|f2175f21-25d7-44a3-96da-d6a61b075e1b;#152;#MK|34ce48bb-063e-4413-a932-50853dc71c5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6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TR|6e4ededd-04c4-4fa0-94e0-1028050302d5;ME|925b3da5-5ac0-4b3c-928c-6ef66a5c9b3c;SQ|5ac17240-8d11-45ec-9893-659b209d7a00;SR|7f3a1d13-b985-4bfd-981e-afe31377edff;ES|e7a6b05b-ae16-40c8-add9-68b64b03aeba;EN|f2175f21-25d7-44a3-96da-d6a61b075e1b;MK|34ce48bb-063e-4413-a932-50853dc71c5c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152;#MK|34ce48bb-063e-4413-a932-50853dc71c5c;#11;#INFO|d9136e7c-93a9-4c42-9d28-92b61e85f80c;#154;#SQ|5ac17240-8d11-45ec-9893-659b209d7a00;#162;#TR|6e4ededd-04c4-4fa0-94e0-1028050302d5;#246;#ME|925b3da5-5ac0-4b3c-928c-6ef66a5c9b3c;#7;#Final|ea5e6674-7b27-4bac-b091-73adbb394efe;#17;#ES|e7a6b05b-ae16-40c8-add9-68b64b03aeba;#5;#Unrestricted|826e22d7-d029-4ec0-a450-0c28ff673572;#4;#EN|f2175f21-25d7-44a3-96da-d6a61b075e1b;#2;#TRA|150d2a88-1431-44e6-a8ca-0bb753ab8672;#1;#EESC|422833ec-8d7e-4e65-8e4e-8bed07ffb729;#153;#SR|7f3a1d13-b985-4bfd-981e-afe31377edff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11389</vt:i4>
  </property>
  <property fmtid="{D5CDD505-2E9C-101B-9397-08002B2CF9AE}" pid="37" name="DocumentLanguage">
    <vt:lpwstr>63;#MT|7df99101-6854-4a26-b53a-b88c0da02c26</vt:lpwstr>
  </property>
  <property fmtid="{D5CDD505-2E9C-101B-9397-08002B2CF9AE}" pid="38" name="_docset_NoMedatataSyncRequired">
    <vt:lpwstr>False</vt:lpwstr>
  </property>
</Properties>
</file>